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8C1E49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1E49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1E49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1E49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1E49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1E49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1E49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543F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C1E49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543F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Default="000D42C0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2450465</wp:posOffset>
                      </wp:positionH>
                      <wp:positionV relativeFrom="paragraph">
                        <wp:posOffset>19685</wp:posOffset>
                      </wp:positionV>
                      <wp:extent cx="1809750" cy="1219200"/>
                      <wp:effectExtent l="0" t="0" r="19050" b="19050"/>
                      <wp:wrapNone/>
                      <wp:docPr id="35" name="Rectangle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0" cy="121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F491A46" id="Rectangle 35" o:spid="_x0000_s1026" style="position:absolute;margin-left:192.95pt;margin-top:1.55pt;width:142.5pt;height:9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" fillcolor="#a5a5a5 [2092]" strokecolor="#a5a5a5 [2092]" strokeweight="1pt"/>
                  </w:pict>
                </mc:Fallback>
              </mc:AlternateContent>
            </w:r>
            <w:r w:rsidR="004F2D3A">
              <w:rPr>
                <w:noProof/>
                <w:lang w:eastAsia="en-GB"/>
              </w:rPr>
              <w:drawing>
                <wp:anchor distT="0" distB="0" distL="114300" distR="114300" simplePos="0" relativeHeight="251656192" behindDoc="1" locked="1" layoutInCell="0" allowOverlap="1">
                  <wp:simplePos x="0" y="0"/>
                  <wp:positionH relativeFrom="page">
                    <wp:posOffset>2097405</wp:posOffset>
                  </wp:positionH>
                  <wp:positionV relativeFrom="page">
                    <wp:posOffset>3381375</wp:posOffset>
                  </wp:positionV>
                  <wp:extent cx="2469515" cy="5594350"/>
                  <wp:effectExtent l="0" t="0" r="6985" b="6350"/>
                  <wp:wrapNone/>
                  <wp:docPr id="34" name="Picture 23" descr="Left leg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eft leg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515" cy="559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F2D3A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4144" behindDoc="0" locked="1" layoutInCell="1" allowOverlap="1">
                      <wp:simplePos x="0" y="0"/>
                      <wp:positionH relativeFrom="page">
                        <wp:posOffset>4317365</wp:posOffset>
                      </wp:positionH>
                      <wp:positionV relativeFrom="page">
                        <wp:posOffset>1175385</wp:posOffset>
                      </wp:positionV>
                      <wp:extent cx="2363470" cy="2921000"/>
                      <wp:effectExtent l="0" t="0" r="17780" b="12700"/>
                      <wp:wrapNone/>
                      <wp:docPr id="3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2921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0D42C0" w:rsidRPr="002A76FD" w:rsidRDefault="000D42C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D42C0" w:rsidRDefault="000D42C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Spot checks carried out at selected segments shown by arrows in the illustration</w:t>
                                  </w:r>
                                </w:p>
                                <w:p w:rsidR="000D42C0" w:rsidRPr="002A76FD" w:rsidRDefault="000D42C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3B0A91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 waveforms</w:t>
                                  </w:r>
                                  <w:r w:rsidR="003B0A91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D42C0" w:rsidRPr="002A76FD" w:rsidRDefault="00FA7ABC" w:rsidP="000D42C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FA7ABC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FA7ABC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D42C0" w:rsidRPr="002A76FD" w:rsidRDefault="00FA7ABC" w:rsidP="000D42C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0A91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</w:pPr>
                                  <w:r w:rsidRPr="003B0A91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  <w:t>Run off:</w:t>
                                  </w:r>
                                </w:p>
                                <w:p w:rsidR="003B0A91" w:rsidRPr="003B0A91" w:rsidRDefault="003B0A91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</w:pPr>
                                </w:p>
                                <w:p w:rsidR="000D42C0" w:rsidRPr="002A76FD" w:rsidRDefault="00FA7ABC" w:rsidP="000D42C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3B0A91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D42C0" w:rsidRPr="002A76FD" w:rsidRDefault="00FA7ABC" w:rsidP="000D42C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3B0A91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D42C0" w:rsidRPr="002A76FD" w:rsidRDefault="00FA7ABC" w:rsidP="000D42C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0D42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Patent, Triphasic waveforms 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6" type="#_x0000_t202" style="position:absolute;margin-left:339.95pt;margin-top:92.55pt;width:186.1pt;height:230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" filled="f" stroked="f" strokeweight=".5pt">
                      <v:textbox inset="0,0,0,0">
                        <w:txbxContent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0D42C0" w:rsidRPr="002A76FD" w:rsidRDefault="000D42C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D42C0" w:rsidRDefault="000D42C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Spot checks carried out at selected segments shown by arrows in the illustration</w:t>
                            </w:r>
                          </w:p>
                          <w:p w:rsidR="000D42C0" w:rsidRPr="002A76FD" w:rsidRDefault="000D42C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3B0A91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 waveforms</w:t>
                            </w:r>
                            <w:r w:rsidR="003B0A91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D42C0" w:rsidRPr="002A76FD" w:rsidRDefault="00FA7ABC" w:rsidP="000D42C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FA7ABC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FA7ABC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D42C0" w:rsidRPr="002A76FD" w:rsidRDefault="00FA7ABC" w:rsidP="000D42C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0A91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3B0A91">
                              <w:rPr>
                                <w:b/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  <w:t>Run off:</w:t>
                            </w:r>
                          </w:p>
                          <w:p w:rsidR="003B0A91" w:rsidRPr="003B0A91" w:rsidRDefault="003B0A91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  <w:p w:rsidR="000D42C0" w:rsidRPr="002A76FD" w:rsidRDefault="00FA7ABC" w:rsidP="000D42C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3B0A91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D42C0" w:rsidRPr="002A76FD" w:rsidRDefault="00FA7ABC" w:rsidP="000D42C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3B0A91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0D42C0" w:rsidRPr="002A76FD" w:rsidRDefault="00FA7ABC" w:rsidP="000D42C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</w:t>
                            </w:r>
                            <w:proofErr w:type="spellEnd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="000D42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Patent, Triphasic waveforms 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0D42C0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FECCCDB" wp14:editId="3A7BF2DB">
                      <wp:simplePos x="0" y="0"/>
                      <wp:positionH relativeFrom="column">
                        <wp:posOffset>2958465</wp:posOffset>
                      </wp:positionH>
                      <wp:positionV relativeFrom="paragraph">
                        <wp:posOffset>277495</wp:posOffset>
                      </wp:positionV>
                      <wp:extent cx="317500" cy="45719"/>
                      <wp:effectExtent l="19050" t="76200" r="0" b="69215"/>
                      <wp:wrapNone/>
                      <wp:docPr id="38" name="Straight Arrow Connector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0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05DB0DA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8" o:spid="_x0000_s1026" type="#_x0000_t32" style="position:absolute;margin-left:232.95pt;margin-top:21.85pt;width:25pt;height:3.6p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1D6C07F3" wp14:editId="5479BBA2">
                      <wp:simplePos x="0" y="0"/>
                      <wp:positionH relativeFrom="column">
                        <wp:posOffset>3466465</wp:posOffset>
                      </wp:positionH>
                      <wp:positionV relativeFrom="paragraph">
                        <wp:posOffset>201295</wp:posOffset>
                      </wp:positionV>
                      <wp:extent cx="317500" cy="45719"/>
                      <wp:effectExtent l="0" t="76200" r="6350" b="69215"/>
                      <wp:wrapNone/>
                      <wp:docPr id="37" name="Straight Arrow Connector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750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5763D9B2" id="Straight Arrow Connector 37" o:spid="_x0000_s1026" type="#_x0000_t32" style="position:absolute;margin-left:272.95pt;margin-top:15.85pt;width:25pt;height:3.6pt;flip:x 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5D202532" wp14:editId="353FC5DB">
                      <wp:simplePos x="0" y="0"/>
                      <wp:positionH relativeFrom="column">
                        <wp:posOffset>3402965</wp:posOffset>
                      </wp:positionH>
                      <wp:positionV relativeFrom="paragraph">
                        <wp:posOffset>30479</wp:posOffset>
                      </wp:positionV>
                      <wp:extent cx="317500" cy="45719"/>
                      <wp:effectExtent l="0" t="76200" r="6350" b="69215"/>
                      <wp:wrapNone/>
                      <wp:docPr id="36" name="Straight Arrow Connector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750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06D97E0" id="Straight Arrow Connector 36" o:spid="_x0000_s1026" type="#_x0000_t32" style="position:absolute;margin-left:267.95pt;margin-top:2.4pt;width:25pt;height:3.6pt;flip:x 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0D42C0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90D06BF" wp14:editId="13C8A249">
                      <wp:simplePos x="0" y="0"/>
                      <wp:positionH relativeFrom="column">
                        <wp:posOffset>2879725</wp:posOffset>
                      </wp:positionH>
                      <wp:positionV relativeFrom="paragraph">
                        <wp:posOffset>106045</wp:posOffset>
                      </wp:positionV>
                      <wp:extent cx="317500" cy="45719"/>
                      <wp:effectExtent l="19050" t="76200" r="0" b="69215"/>
                      <wp:wrapNone/>
                      <wp:docPr id="39" name="Straight Arrow Connector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0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175B815" id="Straight Arrow Connector 39" o:spid="_x0000_s1026" type="#_x0000_t32" style="position:absolute;margin-left:226.75pt;margin-top:8.35pt;width:25pt;height:3.6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0D42C0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C47C22B" wp14:editId="57F0B0A1">
                      <wp:simplePos x="0" y="0"/>
                      <wp:positionH relativeFrom="column">
                        <wp:posOffset>2803525</wp:posOffset>
                      </wp:positionH>
                      <wp:positionV relativeFrom="paragraph">
                        <wp:posOffset>119380</wp:posOffset>
                      </wp:positionV>
                      <wp:extent cx="317500" cy="45719"/>
                      <wp:effectExtent l="19050" t="76200" r="0" b="69215"/>
                      <wp:wrapNone/>
                      <wp:docPr id="40" name="Straight Arrow Connector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0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118ECD7" id="Straight Arrow Connector 40" o:spid="_x0000_s1026" type="#_x0000_t32" style="position:absolute;margin-left:220.75pt;margin-top:9.4pt;width:25pt;height:3.6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34451" w:rsidRPr="00734451" w:rsidRDefault="000D42C0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57798C2" wp14:editId="682C3792">
                      <wp:simplePos x="0" y="0"/>
                      <wp:positionH relativeFrom="column">
                        <wp:posOffset>2803525</wp:posOffset>
                      </wp:positionH>
                      <wp:positionV relativeFrom="paragraph">
                        <wp:posOffset>278130</wp:posOffset>
                      </wp:positionV>
                      <wp:extent cx="317500" cy="45085"/>
                      <wp:effectExtent l="19050" t="76200" r="0" b="69215"/>
                      <wp:wrapNone/>
                      <wp:docPr id="42" name="Straight Arrow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00" cy="450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33D53633" id="Straight Arrow Connector 42" o:spid="_x0000_s1026" type="#_x0000_t32" style="position:absolute;margin-left:220.75pt;margin-top:21.9pt;width:25pt;height:3.55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7BD11E3" wp14:editId="6B63FDF7">
                      <wp:simplePos x="0" y="0"/>
                      <wp:positionH relativeFrom="column">
                        <wp:posOffset>2809875</wp:posOffset>
                      </wp:positionH>
                      <wp:positionV relativeFrom="paragraph">
                        <wp:posOffset>55880</wp:posOffset>
                      </wp:positionV>
                      <wp:extent cx="317500" cy="45719"/>
                      <wp:effectExtent l="19050" t="76200" r="0" b="69215"/>
                      <wp:wrapNone/>
                      <wp:docPr id="41" name="Straight Arrow Connector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00" cy="45719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F1DB7CA" id="Straight Arrow Connector 41" o:spid="_x0000_s1026" type="#_x0000_t32" style="position:absolute;margin-left:221.25pt;margin-top:4.4pt;width:25pt;height:3.6pt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Default="000D42C0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275C77F" wp14:editId="4B731E70">
                      <wp:simplePos x="0" y="0"/>
                      <wp:positionH relativeFrom="column">
                        <wp:posOffset>3208020</wp:posOffset>
                      </wp:positionH>
                      <wp:positionV relativeFrom="paragraph">
                        <wp:posOffset>139065</wp:posOffset>
                      </wp:positionV>
                      <wp:extent cx="317500" cy="45085"/>
                      <wp:effectExtent l="0" t="76200" r="6350" b="69215"/>
                      <wp:wrapNone/>
                      <wp:docPr id="43" name="Straight Arrow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7500" cy="450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22C591C1" id="Straight Arrow Connector 43" o:spid="_x0000_s1026" type="#_x0000_t32" style="position:absolute;margin-left:252.6pt;margin-top:10.95pt;width:25pt;height:3.55pt;flip:x 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</w:p>
          <w:p w:rsidR="00813362" w:rsidRPr="00734451" w:rsidRDefault="0071543F" w:rsidP="00734451">
            <w:pPr>
              <w:tabs>
                <w:tab w:val="left" w:pos="6345"/>
              </w:tabs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9A55DA5" wp14:editId="48063CF0">
                      <wp:simplePos x="0" y="0"/>
                      <wp:positionH relativeFrom="column">
                        <wp:posOffset>2604770</wp:posOffset>
                      </wp:positionH>
                      <wp:positionV relativeFrom="paragraph">
                        <wp:posOffset>278765</wp:posOffset>
                      </wp:positionV>
                      <wp:extent cx="317500" cy="45085"/>
                      <wp:effectExtent l="19050" t="76200" r="0" b="69215"/>
                      <wp:wrapNone/>
                      <wp:docPr id="44" name="Straight Arrow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7500" cy="450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E134D22" id="Straight Arrow Connector 44" o:spid="_x0000_s1026" type="#_x0000_t32" style="position:absolute;margin-left:205.1pt;margin-top:21.95pt;width:25pt;height:3.55pt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="000D42C0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80E445" wp14:editId="5DC1E5E2">
                      <wp:simplePos x="0" y="0"/>
                      <wp:positionH relativeFrom="column">
                        <wp:posOffset>3265170</wp:posOffset>
                      </wp:positionH>
                      <wp:positionV relativeFrom="paragraph">
                        <wp:posOffset>158115</wp:posOffset>
                      </wp:positionV>
                      <wp:extent cx="317500" cy="45085"/>
                      <wp:effectExtent l="0" t="76200" r="6350" b="69215"/>
                      <wp:wrapNone/>
                      <wp:docPr id="47" name="Straight Arrow Connector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7500" cy="450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4DA23689" id="Straight Arrow Connector 47" o:spid="_x0000_s1026" type="#_x0000_t32" style="position:absolute;margin-left:257.1pt;margin-top:12.45pt;width:25pt;height:3.55pt;flip:x 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="000D42C0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9CFF7E" wp14:editId="0C02704D">
                      <wp:simplePos x="0" y="0"/>
                      <wp:positionH relativeFrom="column">
                        <wp:posOffset>3284220</wp:posOffset>
                      </wp:positionH>
                      <wp:positionV relativeFrom="paragraph">
                        <wp:posOffset>380365</wp:posOffset>
                      </wp:positionV>
                      <wp:extent cx="317500" cy="45085"/>
                      <wp:effectExtent l="0" t="76200" r="6350" b="69215"/>
                      <wp:wrapNone/>
                      <wp:docPr id="46" name="Straight Arrow Connector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7500" cy="450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78B0114E" id="Straight Arrow Connector 46" o:spid="_x0000_s1026" type="#_x0000_t32" style="position:absolute;margin-left:258.6pt;margin-top:29.95pt;width:25pt;height:3.55pt;flip:x 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" strokecolor="black [3213]" strokeweight="2.25pt">
                      <v:stroke endarrow="block" joinstyle="miter"/>
                    </v:shape>
                  </w:pict>
                </mc:Fallback>
              </mc:AlternateContent>
            </w:r>
            <w:r w:rsidR="00734451">
              <w:tab/>
            </w:r>
          </w:p>
        </w:tc>
      </w:tr>
      <w:tr w:rsidR="009E0202" w:rsidRPr="00316518" w:rsidTr="003E131B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316518">
              <w:rPr>
                <w:sz w:val="21"/>
                <w:szCs w:val="21"/>
              </w:rPr>
              <w:lastRenderedPageBreak/>
              <w:t>Report:</w:t>
            </w:r>
          </w:p>
          <w:p w:rsidR="008C1E49" w:rsidRDefault="008C1E49" w:rsidP="000F22CB">
            <w:pPr>
              <w:pStyle w:val="CUSTOMColumnText"/>
              <w:jc w:val="both"/>
              <w:rPr>
                <w:sz w:val="21"/>
                <w:szCs w:val="21"/>
              </w:rPr>
            </w:pPr>
            <w:r w:rsidRPr="0060118F">
              <w:rPr>
                <w:sz w:val="21"/>
                <w:szCs w:val="21"/>
              </w:rPr>
              <w:t xml:space="preserve">Spot checks were carried out in the Common Femoral, Proximal Profunda Femoral, </w:t>
            </w:r>
            <w:r>
              <w:rPr>
                <w:sz w:val="21"/>
                <w:szCs w:val="21"/>
              </w:rPr>
              <w:t xml:space="preserve">Superficial Femoral (Prox, Mid and Distal), Popliteal and </w:t>
            </w:r>
            <w:r w:rsidRPr="0060118F">
              <w:rPr>
                <w:sz w:val="21"/>
                <w:szCs w:val="21"/>
              </w:rPr>
              <w:t>Tibio-Peroneal Trunk</w:t>
            </w:r>
            <w:r>
              <w:rPr>
                <w:sz w:val="21"/>
                <w:szCs w:val="21"/>
              </w:rPr>
              <w:t xml:space="preserve"> arteries</w:t>
            </w:r>
            <w:r w:rsidRPr="0060118F">
              <w:rPr>
                <w:sz w:val="21"/>
                <w:szCs w:val="21"/>
              </w:rPr>
              <w:t xml:space="preserve">. </w:t>
            </w:r>
            <w:r>
              <w:rPr>
                <w:sz w:val="21"/>
                <w:szCs w:val="21"/>
              </w:rPr>
              <w:t xml:space="preserve">The Anterior Tibial, Dorsalis Paedis, Posterior Tibial and Peroneal arteries </w:t>
            </w:r>
            <w:r w:rsidRPr="0060118F">
              <w:rPr>
                <w:sz w:val="21"/>
                <w:szCs w:val="21"/>
              </w:rPr>
              <w:t>were assessed at the ankle. Triphasic waveforms</w:t>
            </w:r>
            <w:r>
              <w:rPr>
                <w:sz w:val="21"/>
                <w:szCs w:val="21"/>
              </w:rPr>
              <w:t xml:space="preserve"> with good flow velocities are </w:t>
            </w:r>
            <w:r w:rsidRPr="0060118F">
              <w:rPr>
                <w:sz w:val="21"/>
                <w:szCs w:val="21"/>
              </w:rPr>
              <w:t>detected in all the arteries at the levels checked indicating no significant PAD is present.</w:t>
            </w:r>
            <w:r>
              <w:rPr>
                <w:sz w:val="21"/>
                <w:szCs w:val="21"/>
              </w:rPr>
              <w:t xml:space="preserve"> </w:t>
            </w:r>
          </w:p>
          <w:p w:rsidR="008C1E49" w:rsidRDefault="008C1E49" w:rsidP="000F22CB">
            <w:pPr>
              <w:pStyle w:val="CUSTOMColumnText"/>
              <w:jc w:val="both"/>
              <w:rPr>
                <w:sz w:val="21"/>
                <w:szCs w:val="21"/>
              </w:rPr>
            </w:pPr>
          </w:p>
          <w:p w:rsidR="00E61E8C" w:rsidRDefault="00E61E8C" w:rsidP="000F22CB">
            <w:pPr>
              <w:pStyle w:val="CUSTOMColumnTex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PSVs at the ankle: DPA = 58cm/sec; ATA = 86cm/sec; PTA = 91cm/sec; PeroA = 75cm/sec</w:t>
            </w:r>
          </w:p>
          <w:p w:rsidR="0071543F" w:rsidRDefault="0071543F" w:rsidP="000F22CB">
            <w:pPr>
              <w:pStyle w:val="CUSTOMColumnText"/>
              <w:jc w:val="both"/>
              <w:rPr>
                <w:sz w:val="21"/>
                <w:szCs w:val="21"/>
              </w:rPr>
            </w:pPr>
          </w:p>
          <w:p w:rsidR="0071543F" w:rsidRDefault="0071543F" w:rsidP="000F22CB">
            <w:pPr>
              <w:pStyle w:val="CUSTOMColumnText"/>
              <w:jc w:val="both"/>
              <w:rPr>
                <w:sz w:val="21"/>
                <w:szCs w:val="21"/>
              </w:rPr>
            </w:pPr>
          </w:p>
          <w:p w:rsidR="0071543F" w:rsidRPr="00316518" w:rsidRDefault="0071543F" w:rsidP="000F22CB">
            <w:pPr>
              <w:pStyle w:val="CUSTOMBoldColumnHeading"/>
              <w:spacing w:after="60"/>
              <w:jc w:val="both"/>
              <w:rPr>
                <w:sz w:val="21"/>
                <w:szCs w:val="21"/>
              </w:rPr>
            </w:pPr>
            <w:r w:rsidRPr="00316518">
              <w:rPr>
                <w:sz w:val="21"/>
                <w:szCs w:val="21"/>
              </w:rPr>
              <w:t>Conclusion:</w:t>
            </w:r>
          </w:p>
          <w:p w:rsidR="0071543F" w:rsidRDefault="0071543F" w:rsidP="000F22CB">
            <w:pPr>
              <w:pStyle w:val="CUSTOMColumnText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Normal triphasic waveforms with good flow velocities detected in selected segments of left lower limb art</w:t>
            </w:r>
            <w:r w:rsidR="008C1E49">
              <w:rPr>
                <w:sz w:val="21"/>
                <w:szCs w:val="21"/>
              </w:rPr>
              <w:t>eries indicating no significant PAD.</w:t>
            </w:r>
          </w:p>
          <w:p w:rsidR="000F22CB" w:rsidRDefault="000F22CB" w:rsidP="000F22CB">
            <w:pPr>
              <w:pStyle w:val="CUSTOMColumnText"/>
              <w:jc w:val="both"/>
              <w:rPr>
                <w:sz w:val="21"/>
                <w:szCs w:val="21"/>
              </w:rPr>
            </w:pPr>
          </w:p>
          <w:p w:rsidR="000F22CB" w:rsidRDefault="000F22CB" w:rsidP="000F22CB">
            <w:pPr>
              <w:pStyle w:val="CUSTOMColumnText"/>
              <w:jc w:val="both"/>
              <w:rPr>
                <w:sz w:val="21"/>
                <w:szCs w:val="21"/>
              </w:rPr>
            </w:pPr>
          </w:p>
          <w:p w:rsidR="000F22CB" w:rsidRPr="000F22CB" w:rsidRDefault="000F22CB" w:rsidP="000F22CB">
            <w:pPr>
              <w:pStyle w:val="CUSTOMColumnText"/>
              <w:jc w:val="both"/>
              <w:rPr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 xml:space="preserve">Note: </w:t>
            </w:r>
            <w:r>
              <w:rPr>
                <w:sz w:val="21"/>
                <w:szCs w:val="21"/>
              </w:rPr>
              <w:t>Irregular cardiac rhythm noted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3A" w:rsidRDefault="004F2D3A" w:rsidP="005748E3">
      <w:pPr>
        <w:spacing w:after="0" w:line="240" w:lineRule="auto"/>
      </w:pPr>
      <w:r>
        <w:separator/>
      </w:r>
    </w:p>
  </w:endnote>
  <w:endnote w:type="continuationSeparator" w:id="0">
    <w:p w:rsidR="004F2D3A" w:rsidRDefault="004F2D3A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4F2D3A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2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3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4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147B4" w:rsidRPr="00734451" w:rsidRDefault="008147B4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colour fill indicates </w:t>
                                </w:r>
                                <w:r w:rsidR="00A254D2"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stenosis or </w:t>
                                </w: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54D2" w:rsidRPr="00734451" w:rsidRDefault="0086335B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6335B" w:rsidRPr="00734451" w:rsidRDefault="0086335B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6335B" w:rsidRPr="00734451" w:rsidRDefault="0086335B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 xml:space="preserve">Grey box indicates acoustic shadowing from </w:t>
                                  </w:r>
                                  <w:r w:rsidR="00734451" w:rsidRPr="00734451">
                                    <w:rPr>
                                      <w:sz w:val="12"/>
                                      <w:szCs w:val="12"/>
                                    </w:rPr>
                                    <w:t>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47B4" w:rsidRPr="00734451" w:rsidRDefault="0086335B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id="Group 120" o:spid="_x0000_s1029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0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1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2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3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8147B4" w:rsidRPr="00734451" w:rsidRDefault="008147B4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colour fill indicates </w:t>
                          </w:r>
                          <w:r w:rsidR="00A254D2" w:rsidRPr="00734451">
                            <w:rPr>
                              <w:sz w:val="12"/>
                              <w:szCs w:val="12"/>
                            </w:rPr>
                            <w:t xml:space="preserve">stenosis or </w:t>
                          </w:r>
                          <w:r w:rsidRPr="00734451">
                            <w:rPr>
                              <w:sz w:val="12"/>
                              <w:szCs w:val="12"/>
                            </w:rPr>
                            <w:t>occlusion</w:t>
                          </w:r>
                        </w:p>
                      </w:txbxContent>
                    </v:textbox>
                  </v:shape>
                </v:group>
                <v:group id="Group 112" o:spid="_x0000_s1034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5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6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A254D2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37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38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39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0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1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86335B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2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3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4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5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86335B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 xml:space="preserve">Grey box indicates acoustic shadowing from </w:t>
                            </w:r>
                            <w:r w:rsidR="00734451" w:rsidRPr="00734451">
                              <w:rPr>
                                <w:sz w:val="12"/>
                                <w:szCs w:val="12"/>
                              </w:rPr>
                              <w:t>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6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47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48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8147B4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3A" w:rsidRDefault="004F2D3A" w:rsidP="005748E3">
      <w:pPr>
        <w:spacing w:after="0" w:line="240" w:lineRule="auto"/>
      </w:pPr>
      <w:r>
        <w:separator/>
      </w:r>
    </w:p>
  </w:footnote>
  <w:footnote w:type="continuationSeparator" w:id="0">
    <w:p w:rsidR="004F2D3A" w:rsidRDefault="004F2D3A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4F2D3A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7A070589"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7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4F2D3A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629C38C6"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3A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D42C0"/>
    <w:rsid w:val="000E220B"/>
    <w:rsid w:val="000F22CB"/>
    <w:rsid w:val="00137D03"/>
    <w:rsid w:val="0014708E"/>
    <w:rsid w:val="00156E8E"/>
    <w:rsid w:val="00186F8F"/>
    <w:rsid w:val="00191142"/>
    <w:rsid w:val="001A0461"/>
    <w:rsid w:val="001A2E3B"/>
    <w:rsid w:val="001A7AF4"/>
    <w:rsid w:val="001C0F37"/>
    <w:rsid w:val="001C2A3A"/>
    <w:rsid w:val="001C3912"/>
    <w:rsid w:val="001F44A2"/>
    <w:rsid w:val="00210977"/>
    <w:rsid w:val="00217914"/>
    <w:rsid w:val="00226007"/>
    <w:rsid w:val="0023354F"/>
    <w:rsid w:val="002739C8"/>
    <w:rsid w:val="002867C0"/>
    <w:rsid w:val="002932DD"/>
    <w:rsid w:val="00293ED4"/>
    <w:rsid w:val="002A016B"/>
    <w:rsid w:val="002A76FD"/>
    <w:rsid w:val="002B3F67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B0A91"/>
    <w:rsid w:val="003C0B62"/>
    <w:rsid w:val="003E131B"/>
    <w:rsid w:val="003E1E07"/>
    <w:rsid w:val="003F2296"/>
    <w:rsid w:val="003F7EB7"/>
    <w:rsid w:val="0040168D"/>
    <w:rsid w:val="004071DB"/>
    <w:rsid w:val="00411FD4"/>
    <w:rsid w:val="004353A0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2D3A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57E8"/>
    <w:rsid w:val="00656DF2"/>
    <w:rsid w:val="0067732A"/>
    <w:rsid w:val="006D3CE8"/>
    <w:rsid w:val="00701D82"/>
    <w:rsid w:val="007102C1"/>
    <w:rsid w:val="007112FB"/>
    <w:rsid w:val="0071543F"/>
    <w:rsid w:val="00721A7D"/>
    <w:rsid w:val="00734451"/>
    <w:rsid w:val="0078169E"/>
    <w:rsid w:val="00794F40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1E49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93B15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C5836"/>
    <w:rsid w:val="00BE046B"/>
    <w:rsid w:val="00C003DC"/>
    <w:rsid w:val="00C14503"/>
    <w:rsid w:val="00C24FD1"/>
    <w:rsid w:val="00C36AA5"/>
    <w:rsid w:val="00C44E9D"/>
    <w:rsid w:val="00C64AE2"/>
    <w:rsid w:val="00C66A03"/>
    <w:rsid w:val="00C71224"/>
    <w:rsid w:val="00C90BFA"/>
    <w:rsid w:val="00C943BB"/>
    <w:rsid w:val="00CB3119"/>
    <w:rsid w:val="00D013D8"/>
    <w:rsid w:val="00D065FF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61E8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6355A"/>
    <w:rsid w:val="00F959B6"/>
    <w:rsid w:val="00F97841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E9F91C59</Template>
  <TotalTime>6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5</cp:revision>
  <cp:lastPrinted>2019-01-18T11:11:00Z</cp:lastPrinted>
  <dcterms:created xsi:type="dcterms:W3CDTF">2019-07-02T11:46:00Z</dcterms:created>
  <dcterms:modified xsi:type="dcterms:W3CDTF">2019-10-15T09:43:00Z</dcterms:modified>
</cp:coreProperties>
</file>